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1B99FB47"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6D3DC4" w:rsidRPr="006D3DC4">
            <w:rPr>
              <w:rFonts w:eastAsia="Times New Roman" w:cs="Calibri"/>
              <w:b/>
              <w:color w:val="286AEE" w:themeColor="accent4" w:themeTint="99"/>
              <w:szCs w:val="18"/>
            </w:rPr>
            <w:t>POST/DYS/OSK/LZA/0</w:t>
          </w:r>
          <w:r w:rsidR="00D41074">
            <w:rPr>
              <w:rFonts w:eastAsia="Times New Roman" w:cs="Calibri"/>
              <w:b/>
              <w:color w:val="286AEE" w:themeColor="accent4" w:themeTint="99"/>
              <w:szCs w:val="18"/>
            </w:rPr>
            <w:t>0237</w:t>
          </w:r>
          <w:r w:rsidR="006D3DC4" w:rsidRPr="006D3DC4">
            <w:rPr>
              <w:rFonts w:eastAsia="Times New Roman" w:cs="Calibri"/>
              <w:b/>
              <w:color w:val="286AEE" w:themeColor="accent4" w:themeTint="99"/>
              <w:szCs w:val="18"/>
            </w:rPr>
            <w:t>/202</w:t>
          </w:r>
          <w:r w:rsidR="00D41074">
            <w:rPr>
              <w:rFonts w:eastAsia="Times New Roman" w:cs="Calibri"/>
              <w:b/>
              <w:color w:val="286AEE" w:themeColor="accent4" w:themeTint="99"/>
              <w:szCs w:val="18"/>
            </w:rPr>
            <w:t>6</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357A8330" w:rsidR="00E80521" w:rsidRPr="008313C3" w:rsidRDefault="00D41074"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D41074">
            <w:rPr>
              <w:b/>
              <w:color w:val="286AEE" w:themeColor="accent4" w:themeTint="99"/>
              <w:szCs w:val="18"/>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lastRenderedPageBreak/>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lang w:val="de-DE"/>
              </w:rPr>
              <w:t>e-mail</w:t>
            </w:r>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podany przez Wykonawcę  podczas rejestracji na platformie Market Planet OnePlace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15FBBC95"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D41074">
            <w:rPr>
              <w:rFonts w:eastAsia="Times New Roman" w:cs="Calibri"/>
              <w:b/>
              <w:color w:val="092D74" w:themeColor="accent4"/>
              <w:szCs w:val="18"/>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eastAsia="Times New Roman" w:cs="Calibri"/>
              <w:b/>
              <w:color w:val="17365D"/>
              <w:szCs w:val="18"/>
            </w:rPr>
            <w:t>POST/DYS/OSK/LZA/00237/2026</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3C2FD7AA" w14:textId="77777777" w:rsidR="00D41074" w:rsidRDefault="00D41074" w:rsidP="00D41074">
      <w:pPr>
        <w:spacing w:before="120" w:after="120"/>
        <w:ind w:left="284"/>
        <w:rPr>
          <w:rFonts w:eastAsia="Times New Roman" w:cs="Calibri"/>
          <w:bCs/>
          <w:szCs w:val="18"/>
        </w:rPr>
      </w:pPr>
      <w:r>
        <w:rPr>
          <w:rFonts w:eastAsia="Times New Roman" w:cs="Calibri"/>
          <w:bCs/>
          <w:szCs w:val="18"/>
        </w:rPr>
        <w:t>Część nr 1</w:t>
      </w:r>
    </w:p>
    <w:p w14:paraId="12717186" w14:textId="77777777" w:rsidR="00D41074" w:rsidRPr="00C50BF0" w:rsidRDefault="00D41074" w:rsidP="00D41074">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251CD036" w14:textId="77777777" w:rsidR="00D41074" w:rsidRPr="00C50BF0" w:rsidRDefault="00D41074" w:rsidP="00D41074">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5D6C79BD" w14:textId="77777777" w:rsidR="00D41074" w:rsidRPr="009B7850" w:rsidRDefault="00D41074" w:rsidP="00D41074">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25872480" w14:textId="77777777" w:rsidR="00D41074" w:rsidRDefault="00D41074" w:rsidP="00D41074">
      <w:pPr>
        <w:spacing w:before="120" w:after="120"/>
        <w:ind w:left="284"/>
        <w:jc w:val="both"/>
        <w:rPr>
          <w:rFonts w:eastAsia="Times New Roman" w:cs="Calibri"/>
          <w:b/>
          <w:szCs w:val="18"/>
        </w:rPr>
      </w:pPr>
    </w:p>
    <w:p w14:paraId="4C8FF800" w14:textId="77777777" w:rsidR="00D41074" w:rsidRDefault="00D41074" w:rsidP="00D41074">
      <w:pPr>
        <w:spacing w:before="120" w:after="120"/>
        <w:ind w:left="284"/>
        <w:rPr>
          <w:rFonts w:eastAsia="Times New Roman" w:cs="Calibri"/>
          <w:bCs/>
          <w:szCs w:val="18"/>
        </w:rPr>
      </w:pPr>
      <w:r>
        <w:rPr>
          <w:rFonts w:eastAsia="Times New Roman" w:cs="Calibri"/>
          <w:bCs/>
          <w:szCs w:val="18"/>
        </w:rPr>
        <w:t>Część nr 2</w:t>
      </w:r>
    </w:p>
    <w:p w14:paraId="4A29E600" w14:textId="77777777" w:rsidR="00D41074" w:rsidRPr="00C50BF0" w:rsidRDefault="00D41074" w:rsidP="00D41074">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44696B36" w14:textId="77777777" w:rsidR="00D41074" w:rsidRPr="00C50BF0" w:rsidRDefault="00D41074" w:rsidP="00D41074">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1B42CEF6" w14:textId="77777777" w:rsidR="00D41074" w:rsidRPr="009B7850" w:rsidRDefault="00D41074" w:rsidP="00D41074">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6D0A6CC3" w14:textId="77777777" w:rsidR="00D41074" w:rsidRDefault="00D41074" w:rsidP="00D41074">
      <w:pPr>
        <w:spacing w:before="120" w:after="120"/>
        <w:ind w:left="284"/>
        <w:rPr>
          <w:rFonts w:eastAsia="Times New Roman" w:cs="Calibri"/>
          <w:bCs/>
          <w:szCs w:val="18"/>
        </w:rPr>
      </w:pPr>
      <w:r>
        <w:rPr>
          <w:rFonts w:eastAsia="Times New Roman" w:cs="Calibri"/>
          <w:bCs/>
          <w:szCs w:val="18"/>
        </w:rPr>
        <w:t>Część nr 3</w:t>
      </w:r>
    </w:p>
    <w:p w14:paraId="43FB53ED" w14:textId="77777777" w:rsidR="00D41074" w:rsidRPr="00C50BF0" w:rsidRDefault="00D41074" w:rsidP="00D41074">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1BCF71E8" w14:textId="77777777" w:rsidR="00D41074" w:rsidRPr="00C50BF0" w:rsidRDefault="00D41074" w:rsidP="00D41074">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00519DB6" w14:textId="77777777" w:rsidR="00D41074" w:rsidRPr="009B7850" w:rsidRDefault="00D41074" w:rsidP="00D41074">
      <w:pPr>
        <w:spacing w:before="120" w:after="120"/>
        <w:ind w:left="284"/>
        <w:rPr>
          <w:rFonts w:eastAsia="Times New Roman" w:cs="Calibri"/>
          <w:b/>
          <w:szCs w:val="18"/>
        </w:rPr>
      </w:pPr>
      <w:r w:rsidRPr="00C50BF0">
        <w:rPr>
          <w:rFonts w:eastAsia="Times New Roman" w:cs="Calibri"/>
          <w:bCs/>
          <w:szCs w:val="18"/>
        </w:rPr>
        <w:lastRenderedPageBreak/>
        <w:t>cenę brutto ..................................... zł</w:t>
      </w:r>
      <w:r>
        <w:rPr>
          <w:rFonts w:eastAsia="Times New Roman" w:cs="Calibri"/>
          <w:bCs/>
          <w:szCs w:val="18"/>
        </w:rPr>
        <w:t xml:space="preserve"> </w:t>
      </w:r>
      <w:r w:rsidRPr="00C50BF0">
        <w:rPr>
          <w:rFonts w:eastAsia="Times New Roman" w:cs="Calibri"/>
          <w:bCs/>
          <w:szCs w:val="18"/>
        </w:rPr>
        <w:t>(słownie...................................................................).</w:t>
      </w:r>
    </w:p>
    <w:p w14:paraId="272AD521" w14:textId="376E0D85" w:rsidR="006D3DC4" w:rsidRPr="009B7850" w:rsidRDefault="006D3DC4" w:rsidP="006D3DC4">
      <w:pPr>
        <w:spacing w:before="120" w:after="120"/>
        <w:ind w:left="284"/>
        <w:jc w:val="both"/>
        <w:rPr>
          <w:rFonts w:eastAsia="Times New Roman" w:cs="Calibri"/>
          <w:b/>
          <w:szCs w:val="18"/>
        </w:rPr>
      </w:pP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Kz</w:t>
      </w:r>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ppkt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D41074"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D41074"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D41074"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78AE109" w14:textId="3E2C3836" w:rsidR="002565B4" w:rsidRPr="006D3DC4" w:rsidRDefault="000B1E29" w:rsidP="006D3D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r w:rsidR="006D3DC4">
        <w:rPr>
          <w:rFonts w:eastAsia="Times New Roman" w:cs="Calibri"/>
          <w:color w:val="286AEE" w:themeColor="accent2" w:themeTint="99"/>
          <w:szCs w:val="18"/>
          <w:lang w:eastAsia="pl-PL"/>
        </w:rPr>
        <w:t xml:space="preserve"> - nie dotyczy</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 xml:space="preserve">i dokonywania płatności w ramach mechanizmu podzielonej płatności, o którym mowa w art. 108a ustawy z dnia 11 marca 2004r podatku od towarów i usług (t.j.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lastRenderedPageBreak/>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D41074"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D41074"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 xml:space="preserve">Wykonawca oświadcza, że posiada status mikroprzedsiębiorcy*/ małego przedsiębiorcy*/ średniego przedsiębiorcy*/ dużego przedsiębiorcy* – w rozumieniu ustawy z dnia 8 marca 2013 r. o przeciwdziałaniu nadmiernym opóźnieniom w transakcjach handlowych (t.j. Dz.U. 2023, poz. 1790, z </w:t>
      </w:r>
      <w:r w:rsidRPr="008B3E84">
        <w:rPr>
          <w:rFonts w:eastAsia="Times New Roman" w:cs="Calibri"/>
          <w:bCs/>
          <w:iCs/>
          <w:szCs w:val="18"/>
        </w:rPr>
        <w:lastRenderedPageBreak/>
        <w:t>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83B03C8" w14:textId="481CFAFC" w:rsidR="005B33FC" w:rsidRPr="00093F52" w:rsidRDefault="005B33FC" w:rsidP="009954F4">
      <w:pPr>
        <w:pStyle w:val="Nagwek1"/>
      </w:pPr>
      <w:bookmarkStart w:id="1" w:name="_Toc210995359"/>
      <w:r w:rsidRPr="005B33FC">
        <w:t>Załącznik nr 3A - HARMONOGRAM RZECZOWO-FINANSOWY</w:t>
      </w:r>
      <w:bookmarkEnd w:id="1"/>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2B5A8CE7" w14:textId="1BDD407E" w:rsidR="00B050F9" w:rsidRDefault="00B050F9" w:rsidP="005B33FC">
      <w:pPr>
        <w:rPr>
          <w:b/>
          <w:sz w:val="20"/>
          <w:szCs w:val="20"/>
        </w:rPr>
      </w:pPr>
    </w:p>
    <w:p w14:paraId="11FFED87" w14:textId="7543745E" w:rsidR="00B050F9" w:rsidRDefault="00B050F9" w:rsidP="005B33FC">
      <w:pPr>
        <w:rPr>
          <w:b/>
          <w:sz w:val="20"/>
          <w:szCs w:val="20"/>
        </w:rPr>
      </w:pPr>
    </w:p>
    <w:p w14:paraId="37D429DE" w14:textId="7F57BC13" w:rsidR="00B050F9" w:rsidRDefault="00B050F9" w:rsidP="005B33FC">
      <w:pPr>
        <w:rPr>
          <w:b/>
          <w:sz w:val="20"/>
          <w:szCs w:val="20"/>
        </w:rPr>
      </w:pPr>
    </w:p>
    <w:p w14:paraId="63D7178A" w14:textId="3C450B61" w:rsidR="00B050F9" w:rsidRDefault="00B050F9" w:rsidP="005B33FC">
      <w:pPr>
        <w:rPr>
          <w:b/>
          <w:sz w:val="20"/>
          <w:szCs w:val="20"/>
        </w:rPr>
      </w:pPr>
    </w:p>
    <w:p w14:paraId="4C3697AD" w14:textId="77777777" w:rsidR="006D3DC4" w:rsidRDefault="006D3DC4" w:rsidP="005B33FC">
      <w:pPr>
        <w:rPr>
          <w:b/>
          <w:sz w:val="20"/>
          <w:szCs w:val="20"/>
        </w:rPr>
      </w:pPr>
    </w:p>
    <w:p w14:paraId="05943EA6" w14:textId="77777777" w:rsidR="006D3DC4" w:rsidRDefault="006D3DC4" w:rsidP="005B33FC">
      <w:pPr>
        <w:rPr>
          <w:b/>
          <w:sz w:val="20"/>
          <w:szCs w:val="20"/>
        </w:rPr>
      </w:pPr>
    </w:p>
    <w:p w14:paraId="22940AE6" w14:textId="77777777" w:rsidR="006D3DC4" w:rsidRDefault="006D3DC4" w:rsidP="005B33FC">
      <w:pPr>
        <w:rPr>
          <w:b/>
          <w:sz w:val="20"/>
          <w:szCs w:val="20"/>
        </w:rPr>
      </w:pPr>
    </w:p>
    <w:p w14:paraId="63477C8B" w14:textId="77777777" w:rsidR="006D3DC4" w:rsidRDefault="006D3DC4" w:rsidP="005B33FC">
      <w:pPr>
        <w:rPr>
          <w:b/>
          <w:sz w:val="20"/>
          <w:szCs w:val="20"/>
        </w:rPr>
      </w:pPr>
    </w:p>
    <w:p w14:paraId="3493FE61" w14:textId="77777777" w:rsidR="006D3DC4" w:rsidRDefault="006D3DC4" w:rsidP="005B33FC">
      <w:pPr>
        <w:rPr>
          <w:b/>
          <w:sz w:val="20"/>
          <w:szCs w:val="20"/>
        </w:rPr>
      </w:pPr>
    </w:p>
    <w:p w14:paraId="10D7BCAA" w14:textId="77777777" w:rsidR="006D3DC4" w:rsidRDefault="006D3DC4" w:rsidP="005B33FC">
      <w:pPr>
        <w:rPr>
          <w:b/>
          <w:sz w:val="20"/>
          <w:szCs w:val="20"/>
        </w:rPr>
      </w:pPr>
    </w:p>
    <w:p w14:paraId="691DDE72" w14:textId="77777777" w:rsidR="006D3DC4" w:rsidRDefault="006D3DC4" w:rsidP="005B33FC">
      <w:pPr>
        <w:rPr>
          <w:b/>
          <w:sz w:val="20"/>
          <w:szCs w:val="20"/>
        </w:rPr>
      </w:pPr>
    </w:p>
    <w:p w14:paraId="201F9563" w14:textId="77777777" w:rsidR="006D3DC4" w:rsidRDefault="006D3DC4" w:rsidP="005B33FC">
      <w:pPr>
        <w:rPr>
          <w:b/>
          <w:sz w:val="20"/>
          <w:szCs w:val="20"/>
        </w:rPr>
      </w:pPr>
    </w:p>
    <w:p w14:paraId="42F6180C" w14:textId="77777777" w:rsidR="006D3DC4" w:rsidRDefault="006D3DC4" w:rsidP="005B33FC">
      <w:pPr>
        <w:rPr>
          <w:b/>
          <w:sz w:val="20"/>
          <w:szCs w:val="20"/>
        </w:rPr>
      </w:pPr>
    </w:p>
    <w:p w14:paraId="44553AB8" w14:textId="77777777" w:rsidR="006D3DC4" w:rsidRDefault="006D3DC4" w:rsidP="005B33FC">
      <w:pPr>
        <w:rPr>
          <w:b/>
          <w:sz w:val="20"/>
          <w:szCs w:val="20"/>
        </w:rPr>
      </w:pPr>
    </w:p>
    <w:p w14:paraId="5394BA7C" w14:textId="77777777" w:rsidR="006D3DC4" w:rsidRDefault="006D3DC4" w:rsidP="005B33FC">
      <w:pPr>
        <w:rPr>
          <w:b/>
          <w:sz w:val="20"/>
          <w:szCs w:val="20"/>
        </w:rPr>
      </w:pPr>
    </w:p>
    <w:p w14:paraId="537E90B4" w14:textId="77777777" w:rsidR="006D3DC4" w:rsidRDefault="006D3DC4" w:rsidP="005B33FC">
      <w:pPr>
        <w:rPr>
          <w:b/>
          <w:sz w:val="20"/>
          <w:szCs w:val="20"/>
        </w:rPr>
      </w:pPr>
    </w:p>
    <w:p w14:paraId="487F48CE" w14:textId="77777777" w:rsidR="00382C34" w:rsidRDefault="00382C34" w:rsidP="005B33FC">
      <w:pPr>
        <w:rPr>
          <w:b/>
          <w:sz w:val="20"/>
          <w:szCs w:val="20"/>
        </w:rPr>
      </w:pPr>
    </w:p>
    <w:p w14:paraId="162AF5B8" w14:textId="77777777" w:rsidR="00382C34" w:rsidRDefault="00382C34" w:rsidP="005B33FC">
      <w:pPr>
        <w:rPr>
          <w:b/>
          <w:sz w:val="20"/>
          <w:szCs w:val="20"/>
        </w:rPr>
      </w:pPr>
    </w:p>
    <w:p w14:paraId="61011530" w14:textId="77777777" w:rsidR="00382C34" w:rsidRDefault="00382C34" w:rsidP="005B33FC">
      <w:pPr>
        <w:rPr>
          <w:b/>
          <w:sz w:val="20"/>
          <w:szCs w:val="20"/>
        </w:rPr>
      </w:pPr>
    </w:p>
    <w:p w14:paraId="56EFBF55" w14:textId="190D96B8" w:rsidR="00B050F9" w:rsidRDefault="00B050F9" w:rsidP="005B33FC">
      <w:pPr>
        <w:rPr>
          <w:b/>
          <w:sz w:val="20"/>
          <w:szCs w:val="20"/>
        </w:rPr>
      </w:pPr>
    </w:p>
    <w:p w14:paraId="68476CBB" w14:textId="2EA719BD" w:rsidR="005B33FC" w:rsidRPr="005B33FC" w:rsidRDefault="005B33FC" w:rsidP="009954F4">
      <w:pPr>
        <w:pStyle w:val="Nagwek1"/>
      </w:pPr>
      <w:bookmarkStart w:id="2"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2"/>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6951BBD9"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asciiTheme="minorHAnsi" w:hAnsiTheme="minorHAnsi" w:cstheme="minorHAnsi"/>
              <w:b/>
              <w:color w:val="286AEE" w:themeColor="accent4" w:themeTint="99"/>
              <w:sz w:val="20"/>
            </w:rPr>
            <w:t>POST/DYS/OSK/LZA/00237/2026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D41074">
            <w:rPr>
              <w:rFonts w:asciiTheme="minorHAnsi" w:hAnsiTheme="minorHAnsi"/>
              <w:b/>
              <w:color w:val="286AEE" w:themeColor="accent4" w:themeTint="99"/>
              <w:sz w:val="20"/>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64719D95" w14:textId="7A75FF6A" w:rsidR="005B33FC" w:rsidRPr="005B33FC" w:rsidRDefault="005B33FC" w:rsidP="009954F4">
      <w:pPr>
        <w:pStyle w:val="Nagwek1"/>
        <w:rPr>
          <w:u w:val="single"/>
        </w:rPr>
      </w:pPr>
      <w:bookmarkStart w:id="4" w:name="_Toc210995363"/>
      <w:r>
        <w:lastRenderedPageBreak/>
        <w:t>ZAŁĄCZNIK NR 7 DO SWZ</w:t>
      </w:r>
      <w:bookmarkStart w:id="5" w:name="_Toc123547851"/>
      <w:r w:rsidRPr="0092625B">
        <w:rPr>
          <w:rFonts w:cstheme="minorHAnsi"/>
          <w:sz w:val="20"/>
        </w:rPr>
        <w:t xml:space="preserve">– </w:t>
      </w:r>
      <w:r w:rsidRPr="005B33FC">
        <w:t>WYKAZ WYKONANYCH ZAMÓWIEŃ</w:t>
      </w:r>
      <w:bookmarkEnd w:id="4"/>
      <w:bookmarkEnd w:id="5"/>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4DC012ED"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asciiTheme="minorHAnsi" w:hAnsiTheme="minorHAnsi" w:cstheme="minorHAnsi"/>
              <w:b/>
              <w:color w:val="286AEE" w:themeColor="accent4" w:themeTint="99"/>
              <w:sz w:val="20"/>
            </w:rPr>
            <w:t>POST/DYS/OSK/LZA/00237/2026</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D41074">
            <w:rPr>
              <w:rFonts w:asciiTheme="minorHAnsi" w:hAnsiTheme="minorHAnsi"/>
              <w:b/>
              <w:color w:val="286AEE" w:themeColor="accent4" w:themeTint="99"/>
              <w:sz w:val="20"/>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BC1D788" w14:textId="1C26B286" w:rsidR="005B33FC" w:rsidRDefault="00B464D1" w:rsidP="006D3DC4">
      <w:pPr>
        <w:ind w:left="5398" w:right="68" w:hanging="153"/>
        <w:jc w:val="center"/>
        <w:rPr>
          <w:rFonts w:cstheme="minorHAnsi"/>
          <w:i/>
          <w:sz w:val="16"/>
          <w:szCs w:val="16"/>
        </w:rPr>
      </w:pPr>
      <w:r w:rsidRPr="0092625B">
        <w:rPr>
          <w:rFonts w:cstheme="minorHAnsi"/>
          <w:i/>
          <w:sz w:val="16"/>
          <w:szCs w:val="16"/>
        </w:rPr>
        <w:t>oświadczeń woli w imieniu Wykonawcy</w:t>
      </w:r>
    </w:p>
    <w:p w14:paraId="66EFF3A8" w14:textId="77777777" w:rsidR="00382C34" w:rsidRDefault="00382C34" w:rsidP="006D3DC4">
      <w:pPr>
        <w:ind w:left="5398" w:right="68" w:hanging="153"/>
        <w:jc w:val="center"/>
        <w:rPr>
          <w:rFonts w:cstheme="minorHAnsi"/>
          <w:i/>
          <w:sz w:val="16"/>
          <w:szCs w:val="16"/>
        </w:rPr>
      </w:pPr>
    </w:p>
    <w:p w14:paraId="63DD081A" w14:textId="77777777" w:rsidR="00382C34" w:rsidRDefault="00382C34" w:rsidP="006D3DC4">
      <w:pPr>
        <w:ind w:left="5398" w:right="68" w:hanging="153"/>
        <w:jc w:val="center"/>
        <w:rPr>
          <w:rFonts w:cstheme="minorHAnsi"/>
          <w:i/>
          <w:sz w:val="16"/>
          <w:szCs w:val="16"/>
        </w:rPr>
      </w:pPr>
    </w:p>
    <w:p w14:paraId="34DEA37A" w14:textId="7AF4AB1A" w:rsidR="005B33FC" w:rsidRPr="00093F52" w:rsidRDefault="005B33FC" w:rsidP="009954F4">
      <w:pPr>
        <w:pStyle w:val="Nagwek1"/>
      </w:pPr>
      <w:bookmarkStart w:id="6" w:name="_Toc210995364"/>
      <w:r>
        <w:lastRenderedPageBreak/>
        <w:t xml:space="preserve">ZAŁĄCZNIK NR </w:t>
      </w:r>
      <w:r w:rsidRPr="005B33FC">
        <w:t>8 DO SWZ – WYKAZ OSÓB</w:t>
      </w:r>
      <w:bookmarkEnd w:id="6"/>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61E10111"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asciiTheme="minorHAnsi" w:hAnsiTheme="minorHAnsi" w:cstheme="minorHAnsi"/>
              <w:b/>
              <w:color w:val="286AEE" w:themeColor="accent4" w:themeTint="99"/>
              <w:sz w:val="20"/>
            </w:rPr>
            <w:t>POST/DYS/OSK/LZA/00237/2026</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D41074">
            <w:rPr>
              <w:rFonts w:asciiTheme="minorHAnsi" w:hAnsiTheme="minorHAnsi"/>
              <w:b/>
              <w:color w:val="286AEE" w:themeColor="accent4" w:themeTint="99"/>
              <w:sz w:val="20"/>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CC56A3F" w14:textId="24207ED0" w:rsidR="005B33FC" w:rsidRDefault="008E3256" w:rsidP="002565B4">
      <w:pPr>
        <w:ind w:left="5398" w:right="68" w:hanging="153"/>
        <w:jc w:val="center"/>
        <w:rPr>
          <w:rFonts w:cstheme="minorHAnsi"/>
          <w:i/>
          <w:sz w:val="16"/>
          <w:szCs w:val="16"/>
        </w:rPr>
      </w:pPr>
      <w:r w:rsidRPr="0092625B">
        <w:rPr>
          <w:rFonts w:cstheme="minorHAnsi"/>
          <w:i/>
          <w:sz w:val="16"/>
          <w:szCs w:val="16"/>
        </w:rPr>
        <w:t>oświadczeń woli w imieniu Wykonawcy</w:t>
      </w:r>
    </w:p>
    <w:p w14:paraId="6DF9828D" w14:textId="1101CF28" w:rsidR="005B33FC" w:rsidRPr="00093F52" w:rsidRDefault="005B33FC" w:rsidP="009954F4">
      <w:pPr>
        <w:pStyle w:val="Nagwek1"/>
      </w:pPr>
      <w:bookmarkStart w:id="7" w:name="_Toc210995366"/>
      <w:r>
        <w:lastRenderedPageBreak/>
        <w:t xml:space="preserve">ZAŁĄCZNIK NR </w:t>
      </w:r>
      <w:r w:rsidRPr="005B33FC">
        <w:t>10 DO SWZ – ZOBOWIĄZANIE PODMIOTU DO UDOSTEPNIENIA ZASOBÓW</w:t>
      </w:r>
      <w:bookmarkEnd w:id="7"/>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4E504629"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cstheme="minorHAnsi"/>
              <w:b/>
              <w:color w:val="286AEE" w:themeColor="accent4" w:themeTint="99"/>
              <w:sz w:val="20"/>
            </w:rPr>
            <w:t>POST/DYS/OSK/LZA/00237/2026</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D41074">
            <w:rPr>
              <w:b/>
              <w:color w:val="286AEE" w:themeColor="accent4" w:themeTint="99"/>
              <w:sz w:val="20"/>
              <w:szCs w:val="20"/>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 xml:space="preserve">Data i podpis osoby/osób umocowanej(ych)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68AC3A76" w14:textId="77777777" w:rsidR="002565B4" w:rsidRDefault="002565B4" w:rsidP="000678D4">
      <w:pPr>
        <w:rPr>
          <w:rFonts w:cstheme="minorHAnsi"/>
        </w:rPr>
      </w:pPr>
    </w:p>
    <w:p w14:paraId="1BA5AA78" w14:textId="77777777" w:rsidR="002565B4" w:rsidRDefault="002565B4" w:rsidP="000678D4">
      <w:pPr>
        <w:rPr>
          <w:rFonts w:cstheme="minorHAnsi"/>
        </w:rPr>
      </w:pPr>
    </w:p>
    <w:p w14:paraId="5E3C2045" w14:textId="77777777" w:rsidR="002565B4" w:rsidRDefault="002565B4"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7A04CC95" w14:textId="77777777" w:rsidR="008E3256" w:rsidRDefault="008E3256" w:rsidP="001318C9">
      <w:pPr>
        <w:rPr>
          <w:rFonts w:cstheme="minorHAnsi"/>
          <w:sz w:val="20"/>
        </w:rPr>
      </w:pPr>
    </w:p>
    <w:p w14:paraId="4DED14E6" w14:textId="77777777" w:rsidR="006D3DC4" w:rsidRDefault="006D3DC4" w:rsidP="001318C9"/>
    <w:p w14:paraId="34FCE8E5" w14:textId="02071774" w:rsidR="005B33FC" w:rsidRPr="000B5CDC" w:rsidRDefault="005B33FC" w:rsidP="009954F4">
      <w:pPr>
        <w:pStyle w:val="Nagwek1"/>
        <w:rPr>
          <w:color w:val="FF0000"/>
        </w:rPr>
      </w:pPr>
      <w:bookmarkStart w:id="8" w:name="_Toc210995368"/>
      <w:r>
        <w:t xml:space="preserve">ZAŁĄCZNIK NR </w:t>
      </w:r>
      <w:r w:rsidRPr="005B33FC">
        <w:t>1</w:t>
      </w:r>
      <w:r>
        <w:t>2</w:t>
      </w:r>
      <w:r w:rsidRPr="005B33FC">
        <w:t xml:space="preserve"> DO SWZ – </w:t>
      </w:r>
      <w:r w:rsidRPr="007B5834">
        <w:t>OŚWIADCZENIE W SPRAWIE ZEZWOLENIA NA WYTWARZANIE ODPADÓW</w:t>
      </w:r>
      <w:bookmarkEnd w:id="8"/>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6F722D53"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asciiTheme="minorHAnsi" w:hAnsiTheme="minorHAnsi" w:cstheme="minorHAnsi"/>
              <w:b/>
              <w:color w:val="286AEE" w:themeColor="accent4" w:themeTint="99"/>
              <w:sz w:val="20"/>
            </w:rPr>
            <w:t>POST/DYS/OSK/LZA/00237/2026</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D41074">
            <w:rPr>
              <w:rFonts w:asciiTheme="minorHAnsi" w:hAnsiTheme="minorHAnsi"/>
              <w:b/>
              <w:color w:val="286AEE" w:themeColor="accent4" w:themeTint="99"/>
              <w:sz w:val="20"/>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9"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9"/>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57DE0DA3"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cstheme="minorHAnsi"/>
              <w:b/>
              <w:color w:val="286AEE" w:themeColor="accent4" w:themeTint="99"/>
              <w:sz w:val="20"/>
            </w:rPr>
            <w:t>POST/DYS/OSK/LZA/00237/2026</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D41074">
            <w:rPr>
              <w:b/>
              <w:color w:val="286AEE" w:themeColor="accent4" w:themeTint="99"/>
              <w:sz w:val="20"/>
              <w:szCs w:val="20"/>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5CED0ED5" w14:textId="77777777" w:rsidR="00C9329B" w:rsidRDefault="00C9329B" w:rsidP="001318C9"/>
    <w:p w14:paraId="1F75A9D4" w14:textId="77777777" w:rsidR="00275633" w:rsidRDefault="00275633" w:rsidP="001318C9"/>
    <w:p w14:paraId="3EB65FFE" w14:textId="77777777" w:rsidR="00275633" w:rsidRDefault="00275633" w:rsidP="001318C9"/>
    <w:p w14:paraId="4FAAF975" w14:textId="77777777" w:rsidR="00275633" w:rsidRDefault="00275633" w:rsidP="001318C9"/>
    <w:p w14:paraId="7F03D0FC" w14:textId="77777777" w:rsidR="00275633" w:rsidRPr="00275633" w:rsidRDefault="00275633" w:rsidP="00275633">
      <w:pPr>
        <w:widowControl w:val="0"/>
        <w:adjustRightInd w:val="0"/>
        <w:spacing w:before="120" w:line="360" w:lineRule="auto"/>
        <w:ind w:right="15"/>
        <w:jc w:val="right"/>
        <w:textAlignment w:val="baseline"/>
        <w:rPr>
          <w:rFonts w:cstheme="minorHAnsi"/>
          <w:b/>
          <w:color w:val="000000"/>
          <w:szCs w:val="18"/>
          <w:lang w:eastAsia="pl-PL"/>
        </w:rPr>
      </w:pPr>
      <w:r w:rsidRPr="00275633">
        <w:rPr>
          <w:rFonts w:cstheme="minorHAnsi"/>
          <w:b/>
          <w:color w:val="000000"/>
          <w:szCs w:val="18"/>
          <w:lang w:eastAsia="pl-PL"/>
        </w:rPr>
        <w:lastRenderedPageBreak/>
        <w:t xml:space="preserve">Załącznik 1.10 do </w:t>
      </w:r>
      <w:r w:rsidRPr="00275633">
        <w:rPr>
          <w:rFonts w:cs="Arial"/>
          <w:b/>
          <w:bCs/>
          <w:iCs/>
          <w:szCs w:val="18"/>
        </w:rPr>
        <w:t>Szczegółowego opisu przedmiotu zamówienia</w:t>
      </w:r>
    </w:p>
    <w:p w14:paraId="50756176" w14:textId="77777777" w:rsidR="00275633" w:rsidRPr="00275633" w:rsidRDefault="00275633" w:rsidP="00275633">
      <w:pPr>
        <w:widowControl w:val="0"/>
        <w:adjustRightInd w:val="0"/>
        <w:spacing w:before="120" w:line="360" w:lineRule="auto"/>
        <w:ind w:right="15"/>
        <w:jc w:val="right"/>
        <w:textAlignment w:val="baseline"/>
        <w:rPr>
          <w:color w:val="000000"/>
          <w:szCs w:val="18"/>
          <w:lang w:eastAsia="pl-PL"/>
        </w:rPr>
      </w:pPr>
    </w:p>
    <w:p w14:paraId="4228C6E8"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r w:rsidRPr="00275633">
        <w:rPr>
          <w:rFonts w:cstheme="minorHAnsi"/>
          <w:color w:val="000000"/>
          <w:szCs w:val="18"/>
          <w:lang w:eastAsia="pl-PL"/>
        </w:rPr>
        <w:t xml:space="preserve">                                                                   </w:t>
      </w:r>
      <w:r w:rsidRPr="00275633">
        <w:rPr>
          <w:rFonts w:cstheme="minorHAnsi"/>
          <w:i/>
          <w:color w:val="000000"/>
          <w:szCs w:val="18"/>
          <w:lang w:eastAsia="pl-PL"/>
        </w:rPr>
        <w:t>Miejscowość</w:t>
      </w:r>
      <w:r w:rsidRPr="00275633">
        <w:rPr>
          <w:rFonts w:cstheme="minorHAnsi"/>
          <w:color w:val="000000"/>
          <w:szCs w:val="18"/>
          <w:lang w:eastAsia="pl-PL"/>
        </w:rPr>
        <w:t xml:space="preserve">,……………………………………. dn. ………........... r. </w:t>
      </w:r>
    </w:p>
    <w:p w14:paraId="3163805C"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p>
    <w:p w14:paraId="5140073D" w14:textId="77777777" w:rsidR="00275633" w:rsidRPr="00275633" w:rsidRDefault="00275633" w:rsidP="00275633">
      <w:pPr>
        <w:widowControl w:val="0"/>
        <w:adjustRightInd w:val="0"/>
        <w:spacing w:before="120"/>
        <w:ind w:right="15"/>
        <w:textAlignment w:val="baseline"/>
        <w:rPr>
          <w:rFonts w:cstheme="minorHAnsi"/>
          <w:color w:val="000000"/>
          <w:szCs w:val="18"/>
          <w:lang w:eastAsia="pl-PL"/>
        </w:rPr>
      </w:pPr>
      <w:r w:rsidRPr="00275633">
        <w:rPr>
          <w:rFonts w:cstheme="minorHAnsi"/>
          <w:color w:val="000000"/>
          <w:szCs w:val="18"/>
          <w:lang w:eastAsia="pl-PL"/>
        </w:rPr>
        <w:t>……………………………………………</w:t>
      </w:r>
    </w:p>
    <w:p w14:paraId="20628362" w14:textId="77777777" w:rsidR="00275633" w:rsidRPr="00275633" w:rsidRDefault="00275633" w:rsidP="00275633">
      <w:pPr>
        <w:widowControl w:val="0"/>
        <w:tabs>
          <w:tab w:val="left" w:pos="2410"/>
        </w:tabs>
        <w:adjustRightInd w:val="0"/>
        <w:textAlignment w:val="baseline"/>
        <w:rPr>
          <w:rFonts w:cstheme="minorHAnsi"/>
          <w:i/>
          <w:szCs w:val="18"/>
          <w:lang w:eastAsia="pl-PL"/>
        </w:rPr>
      </w:pPr>
      <w:r w:rsidRPr="00275633">
        <w:rPr>
          <w:rFonts w:cstheme="minorHAnsi"/>
          <w:i/>
          <w:szCs w:val="18"/>
          <w:lang w:eastAsia="pl-PL"/>
        </w:rPr>
        <w:t>Oznaczenie ( Pieczęć) Wykonawcy</w:t>
      </w:r>
    </w:p>
    <w:p w14:paraId="7E57005E"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b/>
          <w:szCs w:val="18"/>
          <w:lang w:eastAsia="pl-PL"/>
        </w:rPr>
        <w:t>PGE Dystrybucja S.A.</w:t>
      </w:r>
    </w:p>
    <w:p w14:paraId="6AB61812"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t xml:space="preserve">Oddział Skarżysko-Kamienna </w:t>
      </w:r>
    </w:p>
    <w:p w14:paraId="66C6698A"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64CBCEC3"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79C803CD"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r w:rsidRPr="00275633">
        <w:rPr>
          <w:rFonts w:cstheme="minorHAnsi"/>
          <w:szCs w:val="18"/>
          <w:u w:val="single"/>
          <w:lang w:eastAsia="pl-PL"/>
        </w:rPr>
        <w:t>WNIOSEK</w:t>
      </w:r>
    </w:p>
    <w:p w14:paraId="0946BE12" w14:textId="70288F3A" w:rsidR="00275633" w:rsidRPr="00275633" w:rsidRDefault="00275633" w:rsidP="00275633">
      <w:pPr>
        <w:widowControl w:val="0"/>
        <w:adjustRightInd w:val="0"/>
        <w:spacing w:line="360" w:lineRule="auto"/>
        <w:textAlignment w:val="baseline"/>
        <w:rPr>
          <w:rFonts w:cstheme="minorHAnsi"/>
          <w:b/>
          <w:szCs w:val="18"/>
          <w:lang w:eastAsia="pl-PL"/>
        </w:rPr>
      </w:pPr>
      <w:r w:rsidRPr="00275633">
        <w:rPr>
          <w:rFonts w:cstheme="minorHAnsi"/>
          <w:szCs w:val="18"/>
          <w:lang w:eastAsia="pl-PL"/>
        </w:rPr>
        <w:t xml:space="preserve">W związku z informacją o rozstrzygnięciu postępowania nr </w:t>
      </w:r>
      <w:sdt>
        <w:sdtPr>
          <w:rPr>
            <w:rFonts w:cstheme="minorHAnsi"/>
            <w:b/>
            <w:szCs w:val="18"/>
            <w:lang w:eastAsia="pl-PL"/>
          </w:rPr>
          <w:alias w:val="Słowa kluczowe"/>
          <w:tag w:val=""/>
          <w:id w:val="86740771"/>
          <w:placeholder>
            <w:docPart w:val="96DE120C0DA642498276A6BEC31A4D5A"/>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cstheme="minorHAnsi"/>
              <w:b/>
              <w:szCs w:val="18"/>
              <w:lang w:eastAsia="pl-PL"/>
            </w:rPr>
            <w:t>POST/DYS/OSK/LZA/00237/2026</w:t>
          </w:r>
        </w:sdtContent>
      </w:sdt>
      <w:r w:rsidRPr="00275633">
        <w:rPr>
          <w:rFonts w:cstheme="minorHAnsi"/>
          <w:szCs w:val="18"/>
          <w:lang w:eastAsia="pl-PL"/>
        </w:rPr>
        <w:t xml:space="preserve"> na </w:t>
      </w:r>
      <w:sdt>
        <w:sdtPr>
          <w:rPr>
            <w:rFonts w:cstheme="minorHAnsi"/>
            <w:b/>
            <w:szCs w:val="18"/>
            <w:lang w:eastAsia="pl-PL"/>
          </w:rPr>
          <w:alias w:val="Tytuł"/>
          <w:tag w:val=""/>
          <w:id w:val="1130759345"/>
          <w:placeholder>
            <w:docPart w:val="51F3F8108AEF4072B5F47F8BDAB6BEB2"/>
          </w:placeholder>
          <w:dataBinding w:prefixMappings="xmlns:ns0='http://purl.org/dc/elements/1.1/' xmlns:ns1='http://schemas.openxmlformats.org/package/2006/metadata/core-properties' " w:xpath="/ns1:coreProperties[1]/ns0:title[1]" w:storeItemID="{6C3C8BC8-F283-45AE-878A-BAB7291924A1}"/>
          <w:text/>
        </w:sdtPr>
        <w:sdtEndPr/>
        <w:sdtContent>
          <w:r w:rsidR="00D41074">
            <w:rPr>
              <w:rFonts w:cstheme="minorHAnsi"/>
              <w:b/>
              <w:szCs w:val="18"/>
              <w:lang w:eastAsia="pl-PL"/>
            </w:rPr>
            <w:t>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w:t>
          </w:r>
        </w:sdtContent>
      </w:sdt>
      <w:r w:rsidRPr="00275633">
        <w:rPr>
          <w:rFonts w:cstheme="minorHAnsi"/>
          <w:b/>
          <w:szCs w:val="18"/>
          <w:lang w:eastAsia="pl-PL"/>
        </w:rPr>
        <w:t xml:space="preserve"> /</w:t>
      </w:r>
      <w:r w:rsidRPr="00275633">
        <w:rPr>
          <w:rFonts w:cstheme="minorHAnsi"/>
          <w:szCs w:val="18"/>
          <w:lang w:eastAsia="pl-PL"/>
        </w:rPr>
        <w:t xml:space="preserve">zawarciem z </w:t>
      </w:r>
      <w:r w:rsidRPr="00275633">
        <w:rPr>
          <w:rFonts w:cstheme="minorHAnsi"/>
          <w:b/>
          <w:szCs w:val="18"/>
          <w:lang w:eastAsia="pl-PL"/>
        </w:rPr>
        <w:t>PGE Dystrybucja S.A. Oddział Skarżysko-Kamienna</w:t>
      </w:r>
      <w:r w:rsidRPr="00275633">
        <w:rPr>
          <w:rFonts w:cstheme="minorHAnsi"/>
          <w:szCs w:val="18"/>
          <w:lang w:eastAsia="pl-PL"/>
        </w:rPr>
        <w:t xml:space="preserve"> umowy nr</w:t>
      </w:r>
      <w:r w:rsidRPr="00275633">
        <w:rPr>
          <w:rFonts w:cstheme="minorHAnsi"/>
          <w:b/>
          <w:szCs w:val="18"/>
          <w:lang w:eastAsia="pl-PL"/>
        </w:rPr>
        <w:t xml:space="preserve"> ……………………………../</w:t>
      </w:r>
    </w:p>
    <w:p w14:paraId="79F66FE8" w14:textId="77777777" w:rsidR="00275633" w:rsidRPr="00275633" w:rsidRDefault="00275633" w:rsidP="00275633">
      <w:pPr>
        <w:widowControl w:val="0"/>
        <w:adjustRightInd w:val="0"/>
        <w:spacing w:after="120" w:line="360" w:lineRule="auto"/>
        <w:textAlignment w:val="baseline"/>
        <w:rPr>
          <w:rFonts w:cstheme="minorHAnsi"/>
          <w:szCs w:val="18"/>
          <w:lang w:eastAsia="pl-PL"/>
        </w:rPr>
      </w:pPr>
      <w:r w:rsidRPr="00275633">
        <w:rPr>
          <w:rFonts w:cstheme="minorHAnsi"/>
          <w:szCs w:val="18"/>
          <w:lang w:eastAsia="pl-PL"/>
        </w:rPr>
        <w:t>proszę o wystawienie pełnomocnictw dla:</w:t>
      </w:r>
    </w:p>
    <w:p w14:paraId="7E302066" w14:textId="77777777" w:rsidR="00275633" w:rsidRPr="00275633" w:rsidRDefault="00275633" w:rsidP="00275633">
      <w:pPr>
        <w:widowControl w:val="0"/>
        <w:numPr>
          <w:ilvl w:val="0"/>
          <w:numId w:val="58"/>
        </w:numPr>
        <w:adjustRightInd w:val="0"/>
        <w:spacing w:after="160" w:line="360" w:lineRule="auto"/>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1757D27B"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1F32820A"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FB38CCD"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562D8623"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2B7FDBAF"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31BA2C9"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3640ED89"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73E5658D"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t>……………………………</w:t>
      </w:r>
      <w:r w:rsidRPr="00275633">
        <w:rPr>
          <w:rFonts w:cstheme="minorHAnsi"/>
          <w:szCs w:val="18"/>
          <w:vertAlign w:val="superscript"/>
          <w:lang w:eastAsia="pl-PL"/>
        </w:rPr>
        <w:t>1</w:t>
      </w:r>
    </w:p>
    <w:p w14:paraId="4275C8AF" w14:textId="77777777" w:rsidR="00275633" w:rsidRPr="00275633" w:rsidRDefault="00275633" w:rsidP="00275633">
      <w:pPr>
        <w:widowControl w:val="0"/>
        <w:adjustRightInd w:val="0"/>
        <w:spacing w:line="360" w:lineRule="auto"/>
        <w:textAlignment w:val="baseline"/>
        <w:rPr>
          <w:rFonts w:cstheme="minorHAnsi"/>
          <w:szCs w:val="18"/>
          <w:lang w:eastAsia="pl-PL"/>
        </w:rPr>
      </w:pPr>
      <w:r w:rsidRPr="00275633">
        <w:rPr>
          <w:rFonts w:cstheme="minorHAnsi"/>
          <w:szCs w:val="18"/>
          <w:lang w:eastAsia="pl-PL"/>
        </w:rPr>
        <w:t>Równocześnie oświadczam, że dane osobowe wskazanych osób potwierdziłem/łam* na podstawie okazanych mi, wyżej wymienionych dokumentów tożsamości.</w:t>
      </w:r>
    </w:p>
    <w:p w14:paraId="3BA0C228" w14:textId="77777777" w:rsidR="00275633" w:rsidRPr="00275633" w:rsidRDefault="00275633" w:rsidP="00275633">
      <w:pPr>
        <w:widowControl w:val="0"/>
        <w:adjustRightInd w:val="0"/>
        <w:ind w:left="3545" w:firstLine="708"/>
        <w:textAlignment w:val="baseline"/>
        <w:rPr>
          <w:rFonts w:cstheme="minorHAnsi"/>
          <w:szCs w:val="18"/>
          <w:lang w:eastAsia="pl-PL"/>
        </w:rPr>
      </w:pPr>
      <w:r w:rsidRPr="00275633">
        <w:rPr>
          <w:rFonts w:cstheme="minorHAnsi"/>
          <w:szCs w:val="18"/>
          <w:lang w:eastAsia="pl-PL"/>
        </w:rPr>
        <w:t xml:space="preserve">       …………....................................</w:t>
      </w:r>
    </w:p>
    <w:p w14:paraId="2145578B" w14:textId="77777777" w:rsidR="00275633" w:rsidRPr="00275633" w:rsidRDefault="00275633" w:rsidP="00275633">
      <w:pPr>
        <w:widowControl w:val="0"/>
        <w:adjustRightInd w:val="0"/>
        <w:ind w:left="4253"/>
        <w:textAlignment w:val="baseline"/>
        <w:rPr>
          <w:rFonts w:cstheme="minorHAnsi"/>
          <w:i/>
          <w:szCs w:val="18"/>
          <w:lang w:eastAsia="pl-PL"/>
        </w:rPr>
      </w:pPr>
      <w:r w:rsidRPr="00275633">
        <w:rPr>
          <w:rFonts w:cstheme="minorHAnsi"/>
          <w:i/>
          <w:szCs w:val="18"/>
          <w:lang w:eastAsia="pl-PL"/>
        </w:rPr>
        <w:t>Imię i nazwisko, podpis osoby reprezentującej Wykonawcę</w:t>
      </w:r>
    </w:p>
    <w:p w14:paraId="7C3C2F42" w14:textId="77777777" w:rsidR="00275633" w:rsidRPr="00275633" w:rsidRDefault="00275633" w:rsidP="00275633">
      <w:pPr>
        <w:widowControl w:val="0"/>
        <w:adjustRightInd w:val="0"/>
        <w:spacing w:line="360" w:lineRule="atLeast"/>
        <w:textAlignment w:val="baseline"/>
        <w:rPr>
          <w:rFonts w:cstheme="minorHAnsi"/>
          <w:szCs w:val="18"/>
          <w:lang w:eastAsia="pl-PL"/>
        </w:rPr>
      </w:pPr>
      <w:r w:rsidRPr="00275633">
        <w:rPr>
          <w:rFonts w:cstheme="minorHAnsi"/>
          <w:szCs w:val="18"/>
          <w:lang w:eastAsia="pl-PL"/>
        </w:rPr>
        <w:t>*niepotrzebne skreślić</w:t>
      </w:r>
    </w:p>
    <w:p w14:paraId="04F325F5" w14:textId="2BEDE6EC" w:rsidR="00275633" w:rsidRDefault="00275633" w:rsidP="00275633">
      <w:r w:rsidRPr="00275633">
        <w:rPr>
          <w:rFonts w:cs="Calibri"/>
          <w:color w:val="191919"/>
          <w:szCs w:val="18"/>
          <w:vertAlign w:val="superscript"/>
          <w:lang w:eastAsia="pl-PL"/>
        </w:rPr>
        <w:t>1</w:t>
      </w:r>
      <w:r w:rsidRPr="00275633">
        <w:rPr>
          <w:rFonts w:cs="Calibri"/>
          <w:color w:val="191919"/>
          <w:szCs w:val="18"/>
          <w:lang w:eastAsia="pl-PL"/>
        </w:rPr>
        <w:t xml:space="preserve">  należy podać, jeśli są wymagane. W przeciwnym razie niepotrzebne wykreślić. Jeżeli wskazujemy nr PESEL nie wskazujemy już numeru dokumentu tożsamości. Zasada minimalizacji danych osobowych.</w:t>
      </w:r>
    </w:p>
    <w:sectPr w:rsidR="00275633"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D41074">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3"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3"/>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7BAA2825"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098CFF0" w:rsidR="00243D77" w:rsidRPr="00B03B64" w:rsidRDefault="00D41074"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POST/DYS/OSK/LZA/00237/2026</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629DF25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125B8C36"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D41074">
                <w:rPr>
                  <w:rFonts w:cs="Calibri"/>
                  <w:b/>
                  <w:color w:val="062156" w:themeColor="text2" w:themeShade="BF"/>
                  <w:sz w:val="20"/>
                </w:rPr>
                <w:t>POST/DYS/OSK/LZA/00237/2026</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9"/>
  </w:num>
  <w:num w:numId="2" w16cid:durableId="63188435">
    <w:abstractNumId w:val="13"/>
  </w:num>
  <w:num w:numId="3" w16cid:durableId="1104034249">
    <w:abstractNumId w:val="23"/>
  </w:num>
  <w:num w:numId="4" w16cid:durableId="1121144528">
    <w:abstractNumId w:val="31"/>
  </w:num>
  <w:num w:numId="5" w16cid:durableId="237326590">
    <w:abstractNumId w:val="10"/>
  </w:num>
  <w:num w:numId="6" w16cid:durableId="1934127075">
    <w:abstractNumId w:val="27"/>
  </w:num>
  <w:num w:numId="7" w16cid:durableId="283925912">
    <w:abstractNumId w:val="8"/>
  </w:num>
  <w:num w:numId="8" w16cid:durableId="637957474">
    <w:abstractNumId w:val="3"/>
  </w:num>
  <w:num w:numId="9" w16cid:durableId="1673026015">
    <w:abstractNumId w:val="44"/>
  </w:num>
  <w:num w:numId="10" w16cid:durableId="526913771">
    <w:abstractNumId w:val="25"/>
  </w:num>
  <w:num w:numId="11" w16cid:durableId="149568081">
    <w:abstractNumId w:val="17"/>
  </w:num>
  <w:num w:numId="12" w16cid:durableId="1564482546">
    <w:abstractNumId w:val="34"/>
  </w:num>
  <w:num w:numId="13" w16cid:durableId="26756686">
    <w:abstractNumId w:val="55"/>
  </w:num>
  <w:num w:numId="14" w16cid:durableId="1169562878">
    <w:abstractNumId w:val="15"/>
  </w:num>
  <w:num w:numId="15" w16cid:durableId="1424567562">
    <w:abstractNumId w:val="40"/>
  </w:num>
  <w:num w:numId="16" w16cid:durableId="2030184000">
    <w:abstractNumId w:val="24"/>
  </w:num>
  <w:num w:numId="17" w16cid:durableId="1188446461">
    <w:abstractNumId w:val="11"/>
  </w:num>
  <w:num w:numId="18" w16cid:durableId="981811681">
    <w:abstractNumId w:val="32"/>
  </w:num>
  <w:num w:numId="19" w16cid:durableId="587469726">
    <w:abstractNumId w:val="43"/>
  </w:num>
  <w:num w:numId="20" w16cid:durableId="631786688">
    <w:abstractNumId w:val="38"/>
  </w:num>
  <w:num w:numId="21" w16cid:durableId="546724742">
    <w:abstractNumId w:val="56"/>
  </w:num>
  <w:num w:numId="22" w16cid:durableId="1605503170">
    <w:abstractNumId w:val="20"/>
  </w:num>
  <w:num w:numId="23" w16cid:durableId="916784733">
    <w:abstractNumId w:val="4"/>
  </w:num>
  <w:num w:numId="24" w16cid:durableId="186867088">
    <w:abstractNumId w:val="33"/>
  </w:num>
  <w:num w:numId="25" w16cid:durableId="358313586">
    <w:abstractNumId w:val="37"/>
  </w:num>
  <w:num w:numId="26" w16cid:durableId="237440452">
    <w:abstractNumId w:val="42"/>
  </w:num>
  <w:num w:numId="27" w16cid:durableId="2039501184">
    <w:abstractNumId w:val="18"/>
  </w:num>
  <w:num w:numId="28" w16cid:durableId="104809471">
    <w:abstractNumId w:val="51"/>
  </w:num>
  <w:num w:numId="29" w16cid:durableId="1460219779">
    <w:abstractNumId w:val="2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30"/>
  </w:num>
  <w:num w:numId="31" w16cid:durableId="1937589825">
    <w:abstractNumId w:val="41"/>
  </w:num>
  <w:num w:numId="32" w16cid:durableId="14197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6"/>
  </w:num>
  <w:num w:numId="34" w16cid:durableId="1009715817">
    <w:abstractNumId w:val="45"/>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9"/>
  </w:num>
  <w:num w:numId="37" w16cid:durableId="1278105695">
    <w:abstractNumId w:val="1"/>
  </w:num>
  <w:num w:numId="38" w16cid:durableId="1081412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7"/>
  </w:num>
  <w:num w:numId="41" w16cid:durableId="356543921">
    <w:abstractNumId w:val="5"/>
  </w:num>
  <w:num w:numId="42" w16cid:durableId="2021154507">
    <w:abstractNumId w:val="54"/>
  </w:num>
  <w:num w:numId="43" w16cid:durableId="314799227">
    <w:abstractNumId w:val="50"/>
  </w:num>
  <w:num w:numId="44" w16cid:durableId="148837527">
    <w:abstractNumId w:val="39"/>
  </w:num>
  <w:num w:numId="45" w16cid:durableId="689838759">
    <w:abstractNumId w:val="48"/>
  </w:num>
  <w:num w:numId="46" w16cid:durableId="1955942514">
    <w:abstractNumId w:val="28"/>
  </w:num>
  <w:num w:numId="47" w16cid:durableId="2780003">
    <w:abstractNumId w:val="19"/>
  </w:num>
  <w:num w:numId="48" w16cid:durableId="1116827691">
    <w:abstractNumId w:val="7"/>
  </w:num>
  <w:num w:numId="49" w16cid:durableId="2047756596">
    <w:abstractNumId w:val="16"/>
  </w:num>
  <w:num w:numId="50" w16cid:durableId="2126269237">
    <w:abstractNumId w:val="35"/>
  </w:num>
  <w:num w:numId="51" w16cid:durableId="415327724">
    <w:abstractNumId w:val="2"/>
  </w:num>
  <w:num w:numId="52" w16cid:durableId="2056462350">
    <w:abstractNumId w:val="36"/>
  </w:num>
  <w:num w:numId="53" w16cid:durableId="1464734403">
    <w:abstractNumId w:val="21"/>
  </w:num>
  <w:num w:numId="54" w16cid:durableId="693312046">
    <w:abstractNumId w:val="53"/>
  </w:num>
  <w:num w:numId="55" w16cid:durableId="72246269">
    <w:abstractNumId w:val="52"/>
  </w:num>
  <w:num w:numId="56" w16cid:durableId="1229532854">
    <w:abstractNumId w:val="22"/>
  </w:num>
  <w:num w:numId="57" w16cid:durableId="103502125">
    <w:abstractNumId w:val="26"/>
  </w:num>
  <w:num w:numId="58" w16cid:durableId="20196534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4C71"/>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2421"/>
    <w:rsid w:val="00172B93"/>
    <w:rsid w:val="00175D05"/>
    <w:rsid w:val="00175F4C"/>
    <w:rsid w:val="00185AAB"/>
    <w:rsid w:val="001904BF"/>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65B4"/>
    <w:rsid w:val="00257F22"/>
    <w:rsid w:val="00264A06"/>
    <w:rsid w:val="00265B9D"/>
    <w:rsid w:val="00270752"/>
    <w:rsid w:val="002743D5"/>
    <w:rsid w:val="00275633"/>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4371"/>
    <w:rsid w:val="00375780"/>
    <w:rsid w:val="00382C34"/>
    <w:rsid w:val="00387A0D"/>
    <w:rsid w:val="003903C2"/>
    <w:rsid w:val="00395F60"/>
    <w:rsid w:val="003A448C"/>
    <w:rsid w:val="003A4CC6"/>
    <w:rsid w:val="003A5D11"/>
    <w:rsid w:val="003A7C03"/>
    <w:rsid w:val="003B43F5"/>
    <w:rsid w:val="003B66FE"/>
    <w:rsid w:val="003B7135"/>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4629B"/>
    <w:rsid w:val="00446871"/>
    <w:rsid w:val="00446E2F"/>
    <w:rsid w:val="00461546"/>
    <w:rsid w:val="00466493"/>
    <w:rsid w:val="00473D75"/>
    <w:rsid w:val="0047759A"/>
    <w:rsid w:val="004925D9"/>
    <w:rsid w:val="00492AEE"/>
    <w:rsid w:val="00496273"/>
    <w:rsid w:val="004A723C"/>
    <w:rsid w:val="004B29F9"/>
    <w:rsid w:val="004B4D5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5F05E5"/>
    <w:rsid w:val="00603BFB"/>
    <w:rsid w:val="00623B01"/>
    <w:rsid w:val="00625BB0"/>
    <w:rsid w:val="006261BB"/>
    <w:rsid w:val="006341E5"/>
    <w:rsid w:val="006447A4"/>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D3DC4"/>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D4CE8"/>
    <w:rsid w:val="007E555D"/>
    <w:rsid w:val="007F2111"/>
    <w:rsid w:val="008102BF"/>
    <w:rsid w:val="00812E3F"/>
    <w:rsid w:val="008130D5"/>
    <w:rsid w:val="0081735D"/>
    <w:rsid w:val="008217CE"/>
    <w:rsid w:val="00827A7E"/>
    <w:rsid w:val="008313C3"/>
    <w:rsid w:val="00831596"/>
    <w:rsid w:val="00833EC9"/>
    <w:rsid w:val="00840975"/>
    <w:rsid w:val="00842578"/>
    <w:rsid w:val="00843FCF"/>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B6B"/>
    <w:rsid w:val="008F1FB0"/>
    <w:rsid w:val="00902B9D"/>
    <w:rsid w:val="0090379D"/>
    <w:rsid w:val="00905CDA"/>
    <w:rsid w:val="00910E6D"/>
    <w:rsid w:val="00911FA5"/>
    <w:rsid w:val="00921BDC"/>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1D22"/>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47E"/>
    <w:rsid w:val="00D206B4"/>
    <w:rsid w:val="00D21BCE"/>
    <w:rsid w:val="00D366A4"/>
    <w:rsid w:val="00D41074"/>
    <w:rsid w:val="00D516C1"/>
    <w:rsid w:val="00D6344F"/>
    <w:rsid w:val="00D63774"/>
    <w:rsid w:val="00D80E4A"/>
    <w:rsid w:val="00D83B21"/>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7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09772">
      <w:bodyDiv w:val="1"/>
      <w:marLeft w:val="0"/>
      <w:marRight w:val="0"/>
      <w:marTop w:val="0"/>
      <w:marBottom w:val="0"/>
      <w:divBdr>
        <w:top w:val="none" w:sz="0" w:space="0" w:color="auto"/>
        <w:left w:val="none" w:sz="0" w:space="0" w:color="auto"/>
        <w:bottom w:val="none" w:sz="0" w:space="0" w:color="auto"/>
        <w:right w:val="none" w:sz="0" w:space="0" w:color="auto"/>
      </w:divBdr>
    </w:div>
    <w:div w:id="39743976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7146341">
      <w:bodyDiv w:val="1"/>
      <w:marLeft w:val="0"/>
      <w:marRight w:val="0"/>
      <w:marTop w:val="0"/>
      <w:marBottom w:val="0"/>
      <w:divBdr>
        <w:top w:val="none" w:sz="0" w:space="0" w:color="auto"/>
        <w:left w:val="none" w:sz="0" w:space="0" w:color="auto"/>
        <w:bottom w:val="none" w:sz="0" w:space="0" w:color="auto"/>
        <w:right w:val="none" w:sz="0" w:space="0" w:color="auto"/>
      </w:divBdr>
    </w:div>
    <w:div w:id="824661065">
      <w:bodyDiv w:val="1"/>
      <w:marLeft w:val="0"/>
      <w:marRight w:val="0"/>
      <w:marTop w:val="0"/>
      <w:marBottom w:val="0"/>
      <w:divBdr>
        <w:top w:val="none" w:sz="0" w:space="0" w:color="auto"/>
        <w:left w:val="none" w:sz="0" w:space="0" w:color="auto"/>
        <w:bottom w:val="none" w:sz="0" w:space="0" w:color="auto"/>
        <w:right w:val="none" w:sz="0" w:space="0" w:color="auto"/>
      </w:divBdr>
    </w:div>
    <w:div w:id="1729454188">
      <w:bodyDiv w:val="1"/>
      <w:marLeft w:val="0"/>
      <w:marRight w:val="0"/>
      <w:marTop w:val="0"/>
      <w:marBottom w:val="0"/>
      <w:divBdr>
        <w:top w:val="none" w:sz="0" w:space="0" w:color="auto"/>
        <w:left w:val="none" w:sz="0" w:space="0" w:color="auto"/>
        <w:bottom w:val="none" w:sz="0" w:space="0" w:color="auto"/>
        <w:right w:val="none" w:sz="0" w:space="0" w:color="auto"/>
      </w:divBdr>
    </w:div>
    <w:div w:id="19096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96DE120C0DA642498276A6BEC31A4D5A"/>
        <w:category>
          <w:name w:val="Ogólne"/>
          <w:gallery w:val="placeholder"/>
        </w:category>
        <w:types>
          <w:type w:val="bbPlcHdr"/>
        </w:types>
        <w:behaviors>
          <w:behavior w:val="content"/>
        </w:behaviors>
        <w:guid w:val="{45FAC8E3-83CD-4604-BB46-220BD28B9129}"/>
      </w:docPartPr>
      <w:docPartBody>
        <w:p w:rsidR="009F35E6" w:rsidRDefault="009F35E6" w:rsidP="009F35E6">
          <w:pPr>
            <w:pStyle w:val="96DE120C0DA642498276A6BEC31A4D5A"/>
          </w:pPr>
          <w:r w:rsidRPr="00FF6130">
            <w:rPr>
              <w:rStyle w:val="Tekstzastpczy"/>
            </w:rPr>
            <w:t>[Słowa kluczowe]</w:t>
          </w:r>
        </w:p>
      </w:docPartBody>
    </w:docPart>
    <w:docPart>
      <w:docPartPr>
        <w:name w:val="51F3F8108AEF4072B5F47F8BDAB6BEB2"/>
        <w:category>
          <w:name w:val="Ogólne"/>
          <w:gallery w:val="placeholder"/>
        </w:category>
        <w:types>
          <w:type w:val="bbPlcHdr"/>
        </w:types>
        <w:behaviors>
          <w:behavior w:val="content"/>
        </w:behaviors>
        <w:guid w:val="{C220A268-19E0-454D-9C25-440CAD2A0ABC}"/>
      </w:docPartPr>
      <w:docPartBody>
        <w:p w:rsidR="009F35E6" w:rsidRDefault="009F35E6" w:rsidP="009F35E6">
          <w:pPr>
            <w:pStyle w:val="51F3F8108AEF4072B5F47F8BDAB6BEB2"/>
          </w:pPr>
          <w:r w:rsidRPr="00FF613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361305"/>
    <w:rsid w:val="00374371"/>
    <w:rsid w:val="003B7135"/>
    <w:rsid w:val="003D6250"/>
    <w:rsid w:val="005B2660"/>
    <w:rsid w:val="006840E1"/>
    <w:rsid w:val="00785486"/>
    <w:rsid w:val="00843FCF"/>
    <w:rsid w:val="00856532"/>
    <w:rsid w:val="008F1B6B"/>
    <w:rsid w:val="00921BDC"/>
    <w:rsid w:val="00934DAF"/>
    <w:rsid w:val="009F35E6"/>
    <w:rsid w:val="00B51D22"/>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F35E6"/>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96DE120C0DA642498276A6BEC31A4D5A">
    <w:name w:val="96DE120C0DA642498276A6BEC31A4D5A"/>
    <w:rsid w:val="009F35E6"/>
    <w:pPr>
      <w:spacing w:line="278" w:lineRule="auto"/>
    </w:pPr>
    <w:rPr>
      <w:kern w:val="2"/>
      <w:sz w:val="24"/>
      <w:szCs w:val="24"/>
      <w14:ligatures w14:val="standardContextual"/>
    </w:rPr>
  </w:style>
  <w:style w:type="paragraph" w:customStyle="1" w:styleId="51F3F8108AEF4072B5F47F8BDAB6BEB2">
    <w:name w:val="51F3F8108AEF4072B5F47F8BDAB6BEB2"/>
    <w:rsid w:val="009F35E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POST/DYS/OSK/GZ/00237/2026                        </dmsv2SWPP2ObjectNumber>
    <dmsv2SWPP2SumMD5 xmlns="http://schemas.microsoft.com/sharepoint/v3">23d7ba252050b007b9c9977e3f19c938</dmsv2SWPP2SumMD5>
    <dmsv2BaseMoved xmlns="http://schemas.microsoft.com/sharepoint/v3">false</dmsv2BaseMoved>
    <dmsv2BaseIsSensitive xmlns="http://schemas.microsoft.com/sharepoint/v3">true</dmsv2BaseIsSensitive>
    <dmsv2SWPP2IDSWPP2 xmlns="http://schemas.microsoft.com/sharepoint/v3">704484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24196209</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JEUP5JKVCYQC-1398355148-14643</_dlc_DocId>
    <_dlc_DocIdUrl xmlns="a19cb1c7-c5c7-46d4-85ae-d83685407bba">
      <Url>https://swpp2.dms.gkpge.pl/sites/41/_layouts/15/DocIdRedir.aspx?ID=JEUP5JKVCYQC-1398355148-14643</Url>
      <Description>JEUP5JKVCYQC-1398355148-14643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6025E383-9745-4565-AB04-A40FB241A367}"/>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E22A33BF-9BE0-4169-A206-DC5CBD8EE985}"/>
</file>

<file path=docProps/app.xml><?xml version="1.0" encoding="utf-8"?>
<Properties xmlns="http://schemas.openxmlformats.org/officeDocument/2006/extended-properties" xmlns:vt="http://schemas.openxmlformats.org/officeDocument/2006/docPropsVTypes">
  <Template>PGE word swz test.dotx</Template>
  <TotalTime>362</TotalTime>
  <Pages>16</Pages>
  <Words>4389</Words>
  <Characters>29018</Characters>
  <Application>Microsoft Office Word</Application>
  <DocSecurity>0</DocSecurity>
  <Lines>725</Lines>
  <Paragraphs>280</Paragraphs>
  <ScaleCrop>false</ScaleCrop>
  <HeadingPairs>
    <vt:vector size="2" baseType="variant">
      <vt:variant>
        <vt:lpstr>Tytuł</vt:lpstr>
      </vt:variant>
      <vt:variant>
        <vt:i4>1</vt:i4>
      </vt:variant>
    </vt:vector>
  </HeadingPairs>
  <TitlesOfParts>
    <vt:vector size="1" baseType="lpstr">
      <vt:lpstr>Rozbudowa linii SN Gołębiów - Zwoleń - wyprowadzenie dodatkowego obwodu kablowego, gmina Jedlnia Letnisko oraz Gózd – RE Radom w podziale na 3 części.</vt:lpstr>
    </vt:vector>
  </TitlesOfParts>
  <Company>PGE Systemy</Company>
  <LinksUpToDate>false</LinksUpToDate>
  <CharactersWithSpaces>33127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dystrybucyjnej na terenie RE Grójec, w systemie zaprojektuj i wybuduj: Część 1 – 2 x ujęcie wody w m. Stryków dz. 126/2 i 126/3, gm. Mogielnica - V gr. Część 2 – budynek mieszkalny w m. Jasieniec dz. 32/16 gm. Jasieniec – V gr. Część 3 – budynek gospodarczy w m. Janów dz. 20/1, gm. Biała Rawska – V gr. Część 4 - ujęcie wody w m. Podole dz. 11, gm. Grójec – V g</dc:title>
  <dc:subject/>
  <dc:creator>Chmielnicka Katarzyna [PGE S.A.]</dc:creator>
  <cp:keywords>POST/DYS/OSK/LZA/00237/2026</cp:keywords>
  <dc:description/>
  <cp:lastModifiedBy>Sieczka Iwona [PGE Dystr. O.Skarżysko-Kam.]</cp:lastModifiedBy>
  <cp:revision>22</cp:revision>
  <cp:lastPrinted>2025-10-21T10:48:00Z</cp:lastPrinted>
  <dcterms:created xsi:type="dcterms:W3CDTF">2025-10-07T08:35:00Z</dcterms:created>
  <dcterms:modified xsi:type="dcterms:W3CDTF">2026-01-27T09:59:00Z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0d4bd930-574b-4366-9c81-6d3a4bde000a</vt:lpwstr>
  </property>
</Properties>
</file>